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196" w:rsidRPr="00CE0243" w:rsidRDefault="001D1196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11: </w:t>
      </w:r>
      <w:r w:rsidRPr="00895474">
        <w:rPr>
          <w:rFonts w:ascii="Segoe UI Light" w:hAnsi="Segoe UI Light" w:cs="Segoe UI Light"/>
          <w:sz w:val="36"/>
        </w:rPr>
        <w:t>Word endings: ‘f’, ‘fe’, ‘ff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943C6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943C6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0943C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0943C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943C6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0943C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0943C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943C6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0943C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0943C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calf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calves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half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rPr>
          <w:trHeight w:val="586"/>
        </w:trPr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halves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self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selves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cliff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cliffs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sniff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sniffs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knife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knives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life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lives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safe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saves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cuff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cuffs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loaf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D1196" w:rsidRPr="000943C6" w:rsidTr="000943C6">
        <w:tc>
          <w:tcPr>
            <w:tcW w:w="2694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943C6">
              <w:rPr>
                <w:rFonts w:ascii="Segoe UI Light" w:hAnsi="Segoe UI Light" w:cs="Segoe UI Light"/>
                <w:sz w:val="36"/>
                <w:szCs w:val="36"/>
              </w:rPr>
              <w:t>loaves</w:t>
            </w:r>
          </w:p>
        </w:tc>
        <w:tc>
          <w:tcPr>
            <w:tcW w:w="2703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D1196" w:rsidRPr="000943C6" w:rsidRDefault="001D1196" w:rsidP="000943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1D1196" w:rsidRPr="00F07B5A" w:rsidRDefault="001D1196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1D1196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196" w:rsidRDefault="001D1196">
      <w:r>
        <w:separator/>
      </w:r>
    </w:p>
  </w:endnote>
  <w:endnote w:type="continuationSeparator" w:id="0">
    <w:p w:rsidR="001D1196" w:rsidRDefault="001D1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96" w:rsidRDefault="001D1196" w:rsidP="00A87562">
    <w:pPr>
      <w:pStyle w:val="Footer"/>
    </w:pPr>
    <w:r>
      <w:t>Swaffield Primary School 2014</w:t>
    </w:r>
  </w:p>
  <w:p w:rsidR="001D1196" w:rsidRDefault="001D11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196" w:rsidRDefault="001D1196">
      <w:r>
        <w:separator/>
      </w:r>
    </w:p>
  </w:footnote>
  <w:footnote w:type="continuationSeparator" w:id="0">
    <w:p w:rsidR="001D1196" w:rsidRDefault="001D11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43C6"/>
    <w:rsid w:val="000975AC"/>
    <w:rsid w:val="000A4078"/>
    <w:rsid w:val="000D68B6"/>
    <w:rsid w:val="0011235B"/>
    <w:rsid w:val="001336E2"/>
    <w:rsid w:val="001349EC"/>
    <w:rsid w:val="001822D1"/>
    <w:rsid w:val="001B1BB7"/>
    <w:rsid w:val="001D1196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84B85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A2188"/>
    <w:rsid w:val="00747105"/>
    <w:rsid w:val="007606DF"/>
    <w:rsid w:val="00760AE0"/>
    <w:rsid w:val="00776EEF"/>
    <w:rsid w:val="00796625"/>
    <w:rsid w:val="007B641D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806E2"/>
    <w:rsid w:val="00A87562"/>
    <w:rsid w:val="00AB030A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8756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1098"/>
    <w:rPr>
      <w:lang w:eastAsia="en-US"/>
    </w:rPr>
  </w:style>
  <w:style w:type="paragraph" w:styleId="Footer">
    <w:name w:val="footer"/>
    <w:basedOn w:val="Normal"/>
    <w:link w:val="FooterChar"/>
    <w:uiPriority w:val="99"/>
    <w:rsid w:val="00A8756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109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40</Words>
  <Characters>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2013-12-08T13:10:00Z</dcterms:created>
  <dcterms:modified xsi:type="dcterms:W3CDTF">2014-07-09T14:59:00Z</dcterms:modified>
</cp:coreProperties>
</file>